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>Nabídka na</w:t>
      </w:r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AB45D6">
        <w:rPr>
          <w:b/>
        </w:rPr>
        <w:t>Nákup vysokotlakého mycího zařízení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AB45D6">
        <w:t>Formulář ČP o splnění základní způsobilosti</w:t>
      </w:r>
    </w:p>
    <w:p w:rsidR="00374707" w:rsidRPr="00AB45D6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Formulář nabídky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Návrh kupní smlouvy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Nález podezřelého předmětu</w:t>
      </w:r>
    </w:p>
    <w:p w:rsidR="00374707" w:rsidRPr="00AB45D6" w:rsidRDefault="00AB45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B45D6">
        <w:t>Čestné prohlášení ve vztahu k zakázaným dohodám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B45D6">
        <w:rPr>
          <w:b/>
        </w:rPr>
        <w:t>Nákup vysokotlakého mycího zařízení</w:t>
      </w:r>
      <w:r w:rsidRPr="00F05536">
        <w:rPr>
          <w:b/>
        </w:rPr>
        <w:t xml:space="preserve">“ </w:t>
      </w:r>
      <w:r w:rsidRPr="00F05536">
        <w:t>za tuto nabídkovou c</w:t>
      </w:r>
      <w:r w:rsidR="00AB45D6">
        <w:t>enu</w:t>
      </w:r>
      <w:r w:rsidRPr="00F05536">
        <w:t>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</w:t>
      </w:r>
      <w:r w:rsidR="00611C08">
        <w:rPr>
          <w:b/>
          <w:bCs/>
        </w:rPr>
        <w:t xml:space="preserve"> </w:t>
      </w:r>
      <w:r w:rsidRPr="00F05536">
        <w:rPr>
          <w:b/>
          <w:bCs/>
        </w:rPr>
        <w:t xml:space="preserve">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611C08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>Předmět veřejné zakázky  provedeme v rozsahu, který je přesně vymezen zadávacími podklady (viz. bod číslo 1). Souhlasíme s tím, že tato nabídka a zadávací dokumentace jsou závazným</w:t>
      </w:r>
      <w:r w:rsidR="00E60CFB">
        <w:t xml:space="preserve"> podkladem pro uzavření smlouvy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AF458C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Zahájení plnění</w:t>
      </w:r>
      <w:r w:rsidR="00374707" w:rsidRPr="00F05536">
        <w:t xml:space="preserve">: </w:t>
      </w:r>
      <w:r w:rsidR="00AF458C">
        <w:rPr>
          <w:b/>
        </w:rPr>
        <w:t>srpen</w:t>
      </w:r>
      <w:r w:rsidR="00F05536" w:rsidRPr="00F05536">
        <w:rPr>
          <w:b/>
        </w:rPr>
        <w:t xml:space="preserve"> 2020</w:t>
      </w:r>
      <w:r w:rsidR="00AF458C">
        <w:rPr>
          <w:b/>
        </w:rPr>
        <w:t xml:space="preserve"> – </w:t>
      </w:r>
      <w:r w:rsidR="00AF458C" w:rsidRPr="00AF458C">
        <w:t>ihned po nabytí účinnosti kupní smlouvy uveřejněním               v registru smluv.</w:t>
      </w:r>
      <w:r w:rsidR="00374707" w:rsidRPr="00AF458C">
        <w:t xml:space="preserve"> </w:t>
      </w:r>
    </w:p>
    <w:p w:rsidR="00374707" w:rsidRPr="007364DE" w:rsidRDefault="00A17B5D" w:rsidP="00374707">
      <w:pPr>
        <w:pStyle w:val="Zhlav"/>
        <w:tabs>
          <w:tab w:val="clear" w:pos="4536"/>
          <w:tab w:val="left" w:pos="1843"/>
        </w:tabs>
        <w:ind w:left="284"/>
      </w:pPr>
      <w:r>
        <w:t>Ukončení plnění</w:t>
      </w:r>
      <w:r w:rsidR="00374707" w:rsidRPr="00F05536">
        <w:t xml:space="preserve">: </w:t>
      </w:r>
      <w:r w:rsidR="00AF458C">
        <w:rPr>
          <w:b/>
        </w:rPr>
        <w:t>31</w:t>
      </w:r>
      <w:r w:rsidR="00374707" w:rsidRPr="00F05536">
        <w:rPr>
          <w:b/>
        </w:rPr>
        <w:t xml:space="preserve">. </w:t>
      </w:r>
      <w:r w:rsidR="00AF458C">
        <w:rPr>
          <w:b/>
        </w:rPr>
        <w:t>října</w:t>
      </w:r>
      <w:r w:rsidR="00F05536" w:rsidRPr="00F05536">
        <w:rPr>
          <w:b/>
        </w:rPr>
        <w:t xml:space="preserve"> 2020</w:t>
      </w:r>
      <w:r w:rsidR="00374707" w:rsidRPr="00F05536">
        <w:t xml:space="preserve"> </w:t>
      </w:r>
      <w:bookmarkStart w:id="0" w:name="_GoBack"/>
      <w:bookmarkEnd w:id="0"/>
      <w:r w:rsidR="00374707" w:rsidRPr="00F05536">
        <w:t xml:space="preserve">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 xml:space="preserve">dodavatelé </w:t>
      </w:r>
      <w:r w:rsidRPr="007364DE">
        <w:rPr>
          <w:color w:val="000000"/>
        </w:rPr>
        <w:lastRenderedPageBreak/>
        <w:t>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AF3978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 s</w:t>
      </w:r>
      <w:r>
        <w:t xml:space="preserve">mlouva,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AF3978" w:rsidRPr="007364DE" w:rsidRDefault="00AF3978" w:rsidP="00AF3978">
      <w:pPr>
        <w:spacing w:before="120"/>
        <w:ind w:left="284"/>
      </w:pPr>
      <w:r w:rsidRPr="007364DE">
        <w:t xml:space="preserve">v postavení: </w:t>
      </w:r>
    </w:p>
    <w:p w:rsidR="00AF3978" w:rsidRPr="007364DE" w:rsidRDefault="00AF3978" w:rsidP="00AF397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AF3978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AF3978" w:rsidRPr="007364DE" w:rsidRDefault="00AF3978" w:rsidP="00AF3978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83B7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9E95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17B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17B5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9B9C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02DC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3F15C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11C08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17B5D"/>
    <w:rsid w:val="00A6177B"/>
    <w:rsid w:val="00A66136"/>
    <w:rsid w:val="00AA4CBB"/>
    <w:rsid w:val="00AA65FA"/>
    <w:rsid w:val="00AA7351"/>
    <w:rsid w:val="00AB45D6"/>
    <w:rsid w:val="00AD056F"/>
    <w:rsid w:val="00AD6731"/>
    <w:rsid w:val="00AF3978"/>
    <w:rsid w:val="00AF458C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0CFB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4FE851"/>
  <w14:defaultImageDpi w14:val="32767"/>
  <w15:docId w15:val="{D7E1E442-8AF0-4F03-A5A1-445C133C7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2044FE-0BEE-4B2D-A3A7-7CBCC232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31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Karafiát Martin</cp:lastModifiedBy>
  <cp:revision>11</cp:revision>
  <cp:lastPrinted>2017-11-28T17:18:00Z</cp:lastPrinted>
  <dcterms:created xsi:type="dcterms:W3CDTF">2020-01-20T13:28:00Z</dcterms:created>
  <dcterms:modified xsi:type="dcterms:W3CDTF">2020-07-22T05:53:00Z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